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08F50" w14:textId="388AA206" w:rsidR="00BE6A64" w:rsidRPr="00CA1EEF" w:rsidRDefault="00BE6A64" w:rsidP="008D165D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565AAB">
        <w:rPr>
          <w:rFonts w:ascii="Arial" w:hAnsi="Arial" w:cs="Arial"/>
          <w:b/>
          <w:szCs w:val="22"/>
        </w:rPr>
        <w:tab/>
      </w:r>
      <w:r w:rsidR="00CA1EEF">
        <w:rPr>
          <w:rFonts w:ascii="Arial" w:hAnsi="Arial" w:cs="Arial"/>
          <w:szCs w:val="16"/>
        </w:rPr>
        <w:t xml:space="preserve">Załącznik nr </w:t>
      </w:r>
      <w:r w:rsidR="0068381E">
        <w:rPr>
          <w:rFonts w:ascii="Arial" w:hAnsi="Arial" w:cs="Arial"/>
          <w:szCs w:val="16"/>
        </w:rPr>
        <w:t>03.1</w:t>
      </w:r>
      <w:r w:rsidR="00406C11">
        <w:rPr>
          <w:rFonts w:ascii="Arial" w:hAnsi="Arial" w:cs="Arial"/>
          <w:szCs w:val="16"/>
        </w:rPr>
        <w:t>9</w:t>
      </w:r>
    </w:p>
    <w:bookmarkEnd w:id="0"/>
    <w:p w14:paraId="08F08F51" w14:textId="77777777" w:rsidR="00CA1EEF" w:rsidRDefault="00CA1EEF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8F08F52" w14:textId="77777777" w:rsidR="00CA1EEF" w:rsidRDefault="00CA1EEF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8F08F53" w14:textId="77777777" w:rsidR="008D165D" w:rsidRPr="00565AAB" w:rsidRDefault="008D165D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08F08F54" w14:textId="77777777"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8F08F55" w14:textId="77777777" w:rsidR="008D165D" w:rsidRPr="00565AAB" w:rsidRDefault="008D165D" w:rsidP="008D165D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565AAB">
        <w:rPr>
          <w:rFonts w:ascii="Arial" w:hAnsi="Arial" w:cs="Arial"/>
          <w:snapToGrid w:val="0"/>
          <w:sz w:val="22"/>
          <w:szCs w:val="22"/>
        </w:rPr>
        <w:tab/>
      </w:r>
    </w:p>
    <w:p w14:paraId="08F08F56" w14:textId="77777777" w:rsidR="008D165D" w:rsidRPr="00565AAB" w:rsidRDefault="008D165D" w:rsidP="008D165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65AA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08F08F57" w14:textId="77777777" w:rsidR="008D165D" w:rsidRPr="00565AAB" w:rsidRDefault="008D165D" w:rsidP="008D165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8F08F58" w14:textId="77777777" w:rsidR="008D165D" w:rsidRPr="00565AAB" w:rsidRDefault="008D165D" w:rsidP="008D165D">
      <w:pPr>
        <w:keepNext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Nr rej.: …………………………………</w:t>
      </w:r>
    </w:p>
    <w:p w14:paraId="08F08F59" w14:textId="77777777" w:rsidR="008D165D" w:rsidRPr="00565AAB" w:rsidRDefault="008D165D" w:rsidP="008D165D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08F08F5A" w14:textId="77777777" w:rsidR="008D165D" w:rsidRPr="00565AAB" w:rsidRDefault="008D165D" w:rsidP="008D165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Dotyczy nakazu/decyzji</w:t>
      </w:r>
      <w:r w:rsidRPr="00565AAB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565AAB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08F08F5B" w14:textId="77777777"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</w:p>
    <w:p w14:paraId="08F08F5C" w14:textId="77777777"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F08F5D" w14:textId="77777777"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F08F5E" w14:textId="77777777" w:rsidR="008D165D" w:rsidRPr="00565AAB" w:rsidRDefault="008D165D" w:rsidP="008D165D">
      <w:pPr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F08F5F" w14:textId="77777777" w:rsidR="008D165D" w:rsidRPr="00565AAB" w:rsidRDefault="008D165D" w:rsidP="008D165D">
      <w:pPr>
        <w:keepNext/>
        <w:jc w:val="both"/>
        <w:rPr>
          <w:rFonts w:ascii="Arial" w:hAnsi="Arial" w:cs="Arial"/>
          <w:sz w:val="22"/>
          <w:szCs w:val="22"/>
        </w:rPr>
      </w:pPr>
    </w:p>
    <w:p w14:paraId="08F08F60" w14:textId="77777777" w:rsidR="008D165D" w:rsidRPr="00565AAB" w:rsidRDefault="008D165D" w:rsidP="008D165D">
      <w:pPr>
        <w:keepNext/>
        <w:jc w:val="both"/>
        <w:rPr>
          <w:rFonts w:ascii="Arial" w:hAnsi="Arial" w:cs="Arial"/>
          <w:sz w:val="22"/>
          <w:szCs w:val="22"/>
        </w:rPr>
      </w:pPr>
    </w:p>
    <w:p w14:paraId="08F08F61" w14:textId="77777777" w:rsidR="008D165D" w:rsidRPr="00565AAB" w:rsidRDefault="008D165D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08F08F62" w14:textId="77777777" w:rsidR="00BE6A64" w:rsidRPr="00565AAB" w:rsidRDefault="00BE6A64" w:rsidP="008D165D">
      <w:pPr>
        <w:jc w:val="center"/>
        <w:rPr>
          <w:rFonts w:ascii="Arial" w:hAnsi="Arial"/>
          <w:sz w:val="22"/>
          <w:szCs w:val="22"/>
        </w:rPr>
      </w:pPr>
    </w:p>
    <w:p w14:paraId="08F08F63" w14:textId="77777777" w:rsidR="008D165D" w:rsidRPr="00565AAB" w:rsidRDefault="00BE6A64" w:rsidP="008D165D">
      <w:pPr>
        <w:jc w:val="both"/>
        <w:rPr>
          <w:rFonts w:ascii="Arial" w:hAnsi="Arial"/>
          <w:sz w:val="22"/>
          <w:szCs w:val="22"/>
        </w:rPr>
      </w:pPr>
      <w:r w:rsidRPr="00565AAB">
        <w:rPr>
          <w:rFonts w:ascii="Arial" w:hAnsi="Arial"/>
          <w:sz w:val="22"/>
          <w:szCs w:val="22"/>
        </w:rPr>
        <w:t>Na podstawie art. 149 § 3 Kodeksu postępowania administracyjnego</w:t>
      </w:r>
    </w:p>
    <w:p w14:paraId="08F08F64" w14:textId="77777777" w:rsidR="008D165D" w:rsidRPr="00565AAB" w:rsidRDefault="008D165D" w:rsidP="008D165D">
      <w:pPr>
        <w:jc w:val="both"/>
        <w:rPr>
          <w:rFonts w:ascii="Arial" w:hAnsi="Arial"/>
          <w:sz w:val="22"/>
          <w:szCs w:val="22"/>
        </w:rPr>
      </w:pPr>
    </w:p>
    <w:p w14:paraId="08F08F65" w14:textId="77777777" w:rsidR="00BE6A64" w:rsidRPr="00565AAB" w:rsidRDefault="00BE6A64" w:rsidP="008D165D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08F08F66" w14:textId="77777777" w:rsidR="00BE6A64" w:rsidRPr="00565AAB" w:rsidRDefault="00BE6A64" w:rsidP="008D165D">
      <w:pPr>
        <w:jc w:val="both"/>
        <w:rPr>
          <w:rFonts w:ascii="Arial" w:hAnsi="Arial" w:cs="Arial"/>
          <w:sz w:val="22"/>
          <w:szCs w:val="22"/>
        </w:rPr>
      </w:pPr>
    </w:p>
    <w:p w14:paraId="08F08F67" w14:textId="77777777" w:rsidR="008D165D" w:rsidRPr="00565AAB" w:rsidRDefault="00BE6A64" w:rsidP="008D165D">
      <w:pPr>
        <w:jc w:val="both"/>
        <w:rPr>
          <w:rFonts w:ascii="Arial" w:hAnsi="Arial"/>
          <w:b/>
          <w:sz w:val="22"/>
          <w:szCs w:val="22"/>
        </w:rPr>
      </w:pPr>
      <w:r w:rsidRPr="00565AAB">
        <w:rPr>
          <w:rFonts w:ascii="Arial" w:hAnsi="Arial"/>
          <w:b/>
          <w:sz w:val="22"/>
          <w:szCs w:val="22"/>
        </w:rPr>
        <w:t xml:space="preserve">odmówić wznowienia postępowania administracyjnego w sprawie zakończonej ostateczną decyzją Okręgowego Inspektora Pracy </w:t>
      </w:r>
      <w:r w:rsidR="008D165D" w:rsidRPr="00565AAB">
        <w:rPr>
          <w:rFonts w:ascii="Arial" w:hAnsi="Arial"/>
          <w:b/>
          <w:sz w:val="22"/>
          <w:szCs w:val="22"/>
        </w:rPr>
        <w:t xml:space="preserve">w </w:t>
      </w:r>
      <w:r w:rsidR="0068381E" w:rsidRPr="0068381E">
        <w:rPr>
          <w:rFonts w:ascii="Arial" w:hAnsi="Arial"/>
          <w:sz w:val="22"/>
          <w:szCs w:val="22"/>
        </w:rPr>
        <w:t>….</w:t>
      </w:r>
      <w:r w:rsidR="0068381E">
        <w:rPr>
          <w:rFonts w:ascii="Arial" w:hAnsi="Arial"/>
          <w:sz w:val="22"/>
          <w:szCs w:val="22"/>
        </w:rPr>
        <w:t>.................</w:t>
      </w:r>
      <w:r w:rsidR="00566C45" w:rsidRPr="0068381E">
        <w:rPr>
          <w:rFonts w:ascii="Arial" w:hAnsi="Arial"/>
          <w:sz w:val="22"/>
          <w:szCs w:val="22"/>
        </w:rPr>
        <w:t>........................</w:t>
      </w:r>
      <w:r w:rsidR="00E46A16">
        <w:rPr>
          <w:rFonts w:ascii="Arial" w:hAnsi="Arial"/>
          <w:b/>
          <w:sz w:val="22"/>
          <w:szCs w:val="22"/>
        </w:rPr>
        <w:t xml:space="preserve"> </w:t>
      </w:r>
      <w:r w:rsidR="008D165D" w:rsidRPr="00565AAB">
        <w:rPr>
          <w:rFonts w:ascii="Arial" w:hAnsi="Arial"/>
          <w:b/>
          <w:sz w:val="22"/>
          <w:szCs w:val="22"/>
        </w:rPr>
        <w:t xml:space="preserve">z dnia </w:t>
      </w:r>
      <w:r w:rsidR="008D165D" w:rsidRPr="00565AAB">
        <w:rPr>
          <w:rFonts w:ascii="Arial" w:hAnsi="Arial" w:cs="Arial"/>
          <w:b/>
          <w:sz w:val="22"/>
          <w:szCs w:val="22"/>
        </w:rPr>
        <w:t>_ _. _ _. _ _ _ _ r.</w:t>
      </w:r>
      <w:r w:rsidR="008D165D" w:rsidRPr="00565AAB">
        <w:rPr>
          <w:rFonts w:ascii="Arial" w:hAnsi="Arial" w:cs="Arial"/>
          <w:b/>
          <w:sz w:val="22"/>
          <w:szCs w:val="22"/>
        </w:rPr>
        <w:br/>
      </w:r>
      <w:r w:rsidR="008D165D" w:rsidRPr="00565AAB">
        <w:rPr>
          <w:rFonts w:ascii="Arial" w:hAnsi="Arial"/>
          <w:b/>
          <w:sz w:val="22"/>
          <w:szCs w:val="22"/>
        </w:rPr>
        <w:t>nr rej.</w:t>
      </w:r>
      <w:r w:rsidR="00E46A16">
        <w:rPr>
          <w:rFonts w:ascii="Arial" w:hAnsi="Arial"/>
          <w:b/>
          <w:sz w:val="22"/>
          <w:szCs w:val="22"/>
        </w:rPr>
        <w:t xml:space="preserve"> </w:t>
      </w:r>
      <w:r w:rsidR="008D165D" w:rsidRPr="0068381E">
        <w:rPr>
          <w:rFonts w:ascii="Arial" w:hAnsi="Arial"/>
          <w:sz w:val="22"/>
          <w:szCs w:val="22"/>
        </w:rPr>
        <w:t>................................................</w:t>
      </w:r>
    </w:p>
    <w:p w14:paraId="08F08F68" w14:textId="77777777" w:rsidR="00F33A87" w:rsidRPr="00565AAB" w:rsidRDefault="00F33A87" w:rsidP="008D165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08F08F69" w14:textId="77777777" w:rsidR="008D165D" w:rsidRPr="00565AAB" w:rsidRDefault="008D165D" w:rsidP="008D165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565AAB">
        <w:rPr>
          <w:rFonts w:ascii="Arial" w:hAnsi="Arial" w:cs="Arial"/>
          <w:kern w:val="22"/>
          <w:sz w:val="22"/>
          <w:szCs w:val="22"/>
        </w:rPr>
        <w:t>Uzasadnienie:</w:t>
      </w:r>
    </w:p>
    <w:p w14:paraId="08F08F6A" w14:textId="77777777" w:rsidR="008D165D" w:rsidRPr="00565AAB" w:rsidRDefault="008D165D" w:rsidP="008D165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08F6B" w14:textId="77777777" w:rsidR="008D165D" w:rsidRPr="00565AAB" w:rsidRDefault="008D165D" w:rsidP="008D165D">
      <w:pPr>
        <w:rPr>
          <w:rFonts w:ascii="Arial" w:hAnsi="Arial" w:cs="Arial"/>
          <w:b/>
          <w:sz w:val="22"/>
          <w:szCs w:val="22"/>
        </w:rPr>
      </w:pPr>
    </w:p>
    <w:p w14:paraId="08F08F6C" w14:textId="77777777" w:rsidR="008D165D" w:rsidRPr="00565AAB" w:rsidRDefault="008D165D" w:rsidP="008D165D">
      <w:pPr>
        <w:rPr>
          <w:rFonts w:ascii="Arial" w:hAnsi="Arial" w:cs="Arial"/>
          <w:b/>
          <w:sz w:val="22"/>
          <w:szCs w:val="22"/>
        </w:rPr>
      </w:pPr>
    </w:p>
    <w:p w14:paraId="08F08F6D" w14:textId="77777777" w:rsidR="008D165D" w:rsidRPr="00CA1EEF" w:rsidRDefault="00BE6A64" w:rsidP="00CA1EEF">
      <w:pPr>
        <w:rPr>
          <w:rFonts w:ascii="Arial" w:hAnsi="Arial" w:cs="Arial"/>
          <w:b/>
          <w:sz w:val="22"/>
          <w:szCs w:val="22"/>
        </w:rPr>
      </w:pPr>
      <w:r w:rsidRPr="00565AAB">
        <w:rPr>
          <w:rFonts w:ascii="Arial" w:hAnsi="Arial" w:cs="Arial"/>
          <w:b/>
          <w:sz w:val="22"/>
          <w:szCs w:val="22"/>
        </w:rPr>
        <w:t>Pouczenie:</w:t>
      </w:r>
    </w:p>
    <w:p w14:paraId="08F08F6E" w14:textId="39533F01" w:rsidR="009D60C7" w:rsidRPr="008D36EC" w:rsidRDefault="00972BA1" w:rsidP="008D36EC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 xml:space="preserve">Na postanowienie </w:t>
      </w:r>
      <w:r w:rsidR="00F76669" w:rsidRPr="00565AAB">
        <w:rPr>
          <w:rFonts w:ascii="Arial" w:hAnsi="Arial" w:cs="Arial"/>
          <w:sz w:val="22"/>
          <w:szCs w:val="22"/>
        </w:rPr>
        <w:t>służy</w:t>
      </w:r>
      <w:r w:rsidRPr="00565AAB">
        <w:rPr>
          <w:rFonts w:ascii="Arial" w:hAnsi="Arial" w:cs="Arial"/>
          <w:sz w:val="22"/>
          <w:szCs w:val="22"/>
        </w:rPr>
        <w:t xml:space="preserve"> zażaleni</w:t>
      </w:r>
      <w:r w:rsidR="00F76669" w:rsidRPr="00565AAB">
        <w:rPr>
          <w:rFonts w:ascii="Arial" w:hAnsi="Arial" w:cs="Arial"/>
          <w:sz w:val="22"/>
          <w:szCs w:val="22"/>
        </w:rPr>
        <w:t>e</w:t>
      </w:r>
      <w:r w:rsidR="00BE6A64" w:rsidRPr="00565AAB">
        <w:rPr>
          <w:rFonts w:ascii="Arial" w:hAnsi="Arial" w:cs="Arial"/>
          <w:sz w:val="22"/>
          <w:szCs w:val="22"/>
        </w:rPr>
        <w:t xml:space="preserve"> do Głównego I</w:t>
      </w:r>
      <w:r w:rsidRPr="00565AAB">
        <w:rPr>
          <w:rFonts w:ascii="Arial" w:hAnsi="Arial" w:cs="Arial"/>
          <w:sz w:val="22"/>
          <w:szCs w:val="22"/>
        </w:rPr>
        <w:t>nspektora Pracy</w:t>
      </w:r>
      <w:r w:rsidR="00CA1EEF">
        <w:rPr>
          <w:rFonts w:ascii="Arial" w:hAnsi="Arial" w:cs="Arial"/>
          <w:sz w:val="22"/>
          <w:szCs w:val="22"/>
        </w:rPr>
        <w:t>,</w:t>
      </w:r>
      <w:r w:rsidRPr="00565AAB">
        <w:rPr>
          <w:rFonts w:ascii="Arial" w:hAnsi="Arial" w:cs="Arial"/>
          <w:sz w:val="22"/>
          <w:szCs w:val="22"/>
        </w:rPr>
        <w:t xml:space="preserve"> ul.</w:t>
      </w:r>
      <w:r w:rsidRPr="00E46A16">
        <w:t xml:space="preserve"> </w:t>
      </w:r>
      <w:r w:rsidRPr="00565AAB">
        <w:rPr>
          <w:rFonts w:ascii="Arial" w:hAnsi="Arial" w:cs="Arial"/>
          <w:sz w:val="22"/>
          <w:szCs w:val="22"/>
        </w:rPr>
        <w:t xml:space="preserve">Barska 28/30, 02-315 </w:t>
      </w:r>
      <w:r w:rsidR="00EF74DB">
        <w:rPr>
          <w:rFonts w:ascii="Arial" w:hAnsi="Arial" w:cs="Arial"/>
          <w:sz w:val="22"/>
          <w:szCs w:val="22"/>
        </w:rPr>
        <w:br/>
      </w:r>
      <w:r w:rsidRPr="00565AAB">
        <w:rPr>
          <w:rFonts w:ascii="Arial" w:hAnsi="Arial" w:cs="Arial"/>
          <w:sz w:val="22"/>
          <w:szCs w:val="22"/>
        </w:rPr>
        <w:t>Warszawa</w:t>
      </w:r>
      <w:r w:rsidR="00CA1EEF">
        <w:rPr>
          <w:rFonts w:ascii="Arial" w:hAnsi="Arial" w:cs="Arial"/>
          <w:sz w:val="22"/>
          <w:szCs w:val="22"/>
        </w:rPr>
        <w:t>,</w:t>
      </w:r>
      <w:r w:rsidRPr="00565AAB">
        <w:rPr>
          <w:rFonts w:ascii="Arial" w:hAnsi="Arial" w:cs="Arial"/>
          <w:sz w:val="22"/>
          <w:szCs w:val="22"/>
        </w:rPr>
        <w:t xml:space="preserve"> w terminie 7 dni od daty jego</w:t>
      </w:r>
      <w:r w:rsidR="00CA1EEF">
        <w:rPr>
          <w:rFonts w:ascii="Arial" w:hAnsi="Arial" w:cs="Arial"/>
          <w:sz w:val="22"/>
          <w:szCs w:val="22"/>
        </w:rPr>
        <w:t xml:space="preserve"> doręczenia</w:t>
      </w:r>
      <w:r w:rsidR="00EF74DB">
        <w:rPr>
          <w:rFonts w:ascii="Arial" w:hAnsi="Arial" w:cs="Arial"/>
          <w:sz w:val="22"/>
          <w:szCs w:val="22"/>
        </w:rPr>
        <w:t>,</w:t>
      </w:r>
      <w:r w:rsidR="00CA1EEF">
        <w:rPr>
          <w:rFonts w:ascii="Arial" w:hAnsi="Arial" w:cs="Arial"/>
          <w:sz w:val="22"/>
          <w:szCs w:val="22"/>
        </w:rPr>
        <w:t xml:space="preserve"> </w:t>
      </w:r>
      <w:r w:rsidR="00BE6A64" w:rsidRPr="00565AAB">
        <w:rPr>
          <w:rFonts w:ascii="Arial" w:hAnsi="Arial" w:cs="Arial"/>
          <w:sz w:val="22"/>
          <w:szCs w:val="22"/>
        </w:rPr>
        <w:t>za pośrednictwem Okręgowego Inspektora Pracy w</w:t>
      </w:r>
      <w:r w:rsidR="00E46A16">
        <w:rPr>
          <w:rFonts w:ascii="Arial" w:hAnsi="Arial" w:cs="Arial"/>
          <w:sz w:val="22"/>
          <w:szCs w:val="22"/>
        </w:rPr>
        <w:t xml:space="preserve"> </w:t>
      </w:r>
      <w:r w:rsidR="008D165D" w:rsidRPr="00565AAB">
        <w:rPr>
          <w:rFonts w:ascii="Arial" w:hAnsi="Arial"/>
          <w:sz w:val="22"/>
          <w:szCs w:val="22"/>
        </w:rPr>
        <w:t>.....................................</w:t>
      </w:r>
      <w:r w:rsidR="00A47C2D" w:rsidRPr="00565AAB">
        <w:rPr>
          <w:rFonts w:ascii="Arial" w:hAnsi="Arial"/>
          <w:sz w:val="22"/>
          <w:szCs w:val="22"/>
        </w:rPr>
        <w:t>, adres</w:t>
      </w:r>
      <w:r w:rsidR="00E46A16">
        <w:rPr>
          <w:rFonts w:ascii="Arial" w:hAnsi="Arial"/>
          <w:sz w:val="22"/>
          <w:szCs w:val="22"/>
        </w:rPr>
        <w:t xml:space="preserve"> </w:t>
      </w:r>
      <w:r w:rsidR="00A47C2D" w:rsidRPr="00565AAB">
        <w:rPr>
          <w:rFonts w:ascii="Arial" w:hAnsi="Arial"/>
          <w:sz w:val="22"/>
          <w:szCs w:val="22"/>
        </w:rPr>
        <w:t>…………………………..</w:t>
      </w:r>
      <w:r w:rsidR="008D165D" w:rsidRPr="00565AAB">
        <w:rPr>
          <w:rFonts w:ascii="Arial" w:hAnsi="Arial"/>
          <w:sz w:val="22"/>
          <w:szCs w:val="22"/>
        </w:rPr>
        <w:t>.</w:t>
      </w:r>
      <w:r w:rsidR="00267281" w:rsidRPr="00565AAB">
        <w:rPr>
          <w:rFonts w:ascii="Arial" w:hAnsi="Arial" w:cs="Arial"/>
          <w:sz w:val="22"/>
          <w:szCs w:val="22"/>
        </w:rPr>
        <w:t xml:space="preserve"> </w:t>
      </w:r>
      <w:r w:rsidR="0068381E">
        <w:rPr>
          <w:rFonts w:ascii="Arial" w:hAnsi="Arial" w:cs="Arial"/>
          <w:sz w:val="22"/>
          <w:szCs w:val="22"/>
        </w:rPr>
        <w:t>[</w:t>
      </w:r>
      <w:r w:rsidR="00267281" w:rsidRPr="00565AAB">
        <w:rPr>
          <w:rFonts w:ascii="Arial" w:hAnsi="Arial" w:cs="Arial"/>
          <w:sz w:val="22"/>
          <w:szCs w:val="22"/>
        </w:rPr>
        <w:t>art.</w:t>
      </w:r>
      <w:r w:rsidR="00E46A16">
        <w:rPr>
          <w:rFonts w:ascii="Arial" w:hAnsi="Arial" w:cs="Arial"/>
          <w:sz w:val="22"/>
          <w:szCs w:val="22"/>
        </w:rPr>
        <w:t> </w:t>
      </w:r>
      <w:r w:rsidR="00267281" w:rsidRPr="00565AAB">
        <w:rPr>
          <w:rFonts w:ascii="Arial" w:hAnsi="Arial" w:cs="Arial"/>
          <w:sz w:val="22"/>
          <w:szCs w:val="22"/>
        </w:rPr>
        <w:t>149 §</w:t>
      </w:r>
      <w:r w:rsidR="00E65239">
        <w:rPr>
          <w:rFonts w:ascii="Arial" w:hAnsi="Arial" w:cs="Arial"/>
          <w:sz w:val="22"/>
          <w:szCs w:val="22"/>
        </w:rPr>
        <w:t xml:space="preserve"> </w:t>
      </w:r>
      <w:r w:rsidR="00267281" w:rsidRPr="00565AAB">
        <w:rPr>
          <w:rFonts w:ascii="Arial" w:hAnsi="Arial" w:cs="Arial"/>
          <w:sz w:val="22"/>
          <w:szCs w:val="22"/>
        </w:rPr>
        <w:t>4</w:t>
      </w:r>
      <w:r w:rsidR="00794FCC" w:rsidRPr="00565AAB">
        <w:rPr>
          <w:rFonts w:ascii="Arial" w:hAnsi="Arial" w:cs="Arial"/>
          <w:sz w:val="22"/>
          <w:szCs w:val="22"/>
        </w:rPr>
        <w:t>,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141 §</w:t>
      </w:r>
      <w:r w:rsidR="00E65239">
        <w:rPr>
          <w:rFonts w:ascii="Arial" w:hAnsi="Arial" w:cs="Arial"/>
          <w:sz w:val="22"/>
          <w:szCs w:val="22"/>
        </w:rPr>
        <w:t xml:space="preserve"> </w:t>
      </w:r>
      <w:r w:rsidR="00794FCC" w:rsidRPr="00565AAB">
        <w:rPr>
          <w:rFonts w:ascii="Arial" w:hAnsi="Arial" w:cs="Arial"/>
          <w:sz w:val="22"/>
          <w:szCs w:val="22"/>
        </w:rPr>
        <w:t xml:space="preserve">2 </w:t>
      </w:r>
      <w:r w:rsidR="00EF74DB">
        <w:rPr>
          <w:rFonts w:ascii="Arial" w:hAnsi="Arial" w:cs="Arial"/>
          <w:sz w:val="22"/>
          <w:szCs w:val="22"/>
        </w:rPr>
        <w:br/>
      </w:r>
      <w:r w:rsidR="00F21EB4">
        <w:rPr>
          <w:rFonts w:ascii="Arial" w:hAnsi="Arial" w:cs="Arial"/>
          <w:sz w:val="22"/>
          <w:szCs w:val="22"/>
        </w:rPr>
        <w:t>i</w:t>
      </w:r>
      <w:r w:rsidR="00794FCC" w:rsidRPr="00565AAB">
        <w:rPr>
          <w:rFonts w:ascii="Arial" w:hAnsi="Arial" w:cs="Arial"/>
          <w:sz w:val="22"/>
          <w:szCs w:val="22"/>
        </w:rPr>
        <w:t xml:space="preserve">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129 §</w:t>
      </w:r>
      <w:r w:rsidR="00E46A16">
        <w:rPr>
          <w:rFonts w:ascii="Arial" w:hAnsi="Arial" w:cs="Arial"/>
          <w:sz w:val="22"/>
          <w:szCs w:val="22"/>
        </w:rPr>
        <w:t> </w:t>
      </w:r>
      <w:r w:rsidR="00E21B16">
        <w:rPr>
          <w:rFonts w:ascii="Arial" w:hAnsi="Arial" w:cs="Arial"/>
          <w:sz w:val="22"/>
          <w:szCs w:val="22"/>
        </w:rPr>
        <w:t>1 w związku</w:t>
      </w:r>
      <w:r w:rsidR="00794FCC" w:rsidRPr="00565AAB">
        <w:rPr>
          <w:rFonts w:ascii="Arial" w:hAnsi="Arial" w:cs="Arial"/>
          <w:sz w:val="22"/>
          <w:szCs w:val="22"/>
        </w:rPr>
        <w:t xml:space="preserve"> z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144</w:t>
      </w:r>
      <w:r w:rsidR="00267281" w:rsidRPr="00565AAB">
        <w:rPr>
          <w:rFonts w:ascii="Arial" w:hAnsi="Arial" w:cs="Arial"/>
          <w:sz w:val="22"/>
          <w:szCs w:val="22"/>
        </w:rPr>
        <w:t xml:space="preserve"> </w:t>
      </w:r>
      <w:r w:rsidR="00BE6A64" w:rsidRPr="00565AAB">
        <w:rPr>
          <w:rFonts w:ascii="Arial" w:hAnsi="Arial"/>
          <w:sz w:val="22"/>
          <w:szCs w:val="22"/>
        </w:rPr>
        <w:t xml:space="preserve"> Kodeksu postępowania administracyjnego</w:t>
      </w:r>
      <w:r w:rsidR="008D36EC">
        <w:rPr>
          <w:rFonts w:ascii="Arial" w:hAnsi="Arial"/>
          <w:sz w:val="22"/>
          <w:szCs w:val="22"/>
        </w:rPr>
        <w:t xml:space="preserve"> 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w związku </w:t>
      </w:r>
      <w:r w:rsidR="008D36EC">
        <w:rPr>
          <w:rFonts w:ascii="Arial" w:hAnsi="Arial" w:cs="Arial"/>
          <w:snapToGrid/>
          <w:sz w:val="22"/>
          <w:szCs w:val="22"/>
        </w:rPr>
        <w:br/>
      </w:r>
      <w:r w:rsidR="008D36EC" w:rsidRPr="007812D5">
        <w:rPr>
          <w:rFonts w:ascii="Arial" w:hAnsi="Arial" w:cs="Arial"/>
          <w:snapToGrid/>
          <w:sz w:val="22"/>
          <w:szCs w:val="22"/>
        </w:rPr>
        <w:t>z art.</w:t>
      </w:r>
      <w:r w:rsidR="008D36EC">
        <w:rPr>
          <w:rFonts w:ascii="Arial" w:hAnsi="Arial" w:cs="Arial"/>
          <w:snapToGrid/>
          <w:sz w:val="22"/>
          <w:szCs w:val="22"/>
        </w:rPr>
        <w:t> </w:t>
      </w:r>
      <w:r w:rsidR="008D36EC" w:rsidRPr="007812D5">
        <w:rPr>
          <w:rFonts w:ascii="Arial" w:hAnsi="Arial" w:cs="Arial"/>
          <w:snapToGrid/>
          <w:sz w:val="22"/>
          <w:szCs w:val="22"/>
        </w:rPr>
        <w:t>18 ust.</w:t>
      </w:r>
      <w:r w:rsidR="008D36EC">
        <w:rPr>
          <w:rFonts w:ascii="Arial" w:hAnsi="Arial" w:cs="Arial"/>
          <w:snapToGrid/>
          <w:sz w:val="22"/>
          <w:szCs w:val="22"/>
        </w:rPr>
        <w:t> 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1 pkt 2 ustawy z dnia 13 kwietnia 2007 r. o Państwowej Inspekcji Pracy </w:t>
      </w:r>
      <w:r w:rsidR="008D36EC">
        <w:rPr>
          <w:rFonts w:ascii="Arial" w:hAnsi="Arial" w:cs="Arial"/>
          <w:snapToGrid/>
          <w:sz w:val="22"/>
          <w:szCs w:val="22"/>
        </w:rPr>
        <w:br/>
      </w:r>
      <w:r w:rsidR="008416A4" w:rsidRPr="00631808">
        <w:rPr>
          <w:rFonts w:ascii="Arial" w:hAnsi="Arial" w:cs="Arial"/>
          <w:sz w:val="22"/>
          <w:szCs w:val="22"/>
        </w:rPr>
        <w:t>(Dz. U. z 2022 r. poz. 1614</w:t>
      </w:r>
      <w:r w:rsidR="00FC79DA">
        <w:rPr>
          <w:rFonts w:ascii="Arial" w:hAnsi="Arial" w:cs="Arial"/>
          <w:sz w:val="22"/>
          <w:szCs w:val="22"/>
        </w:rPr>
        <w:t>, z późn. zm.</w:t>
      </w:r>
      <w:r w:rsidR="008416A4" w:rsidRPr="00631808">
        <w:rPr>
          <w:rFonts w:ascii="Arial" w:hAnsi="Arial" w:cs="Arial"/>
          <w:sz w:val="22"/>
          <w:szCs w:val="22"/>
        </w:rPr>
        <w:t>)</w:t>
      </w:r>
      <w:r w:rsidR="0068381E">
        <w:rPr>
          <w:rFonts w:ascii="Arial" w:hAnsi="Arial" w:cs="Arial"/>
          <w:sz w:val="22"/>
          <w:szCs w:val="22"/>
        </w:rPr>
        <w:t>]</w:t>
      </w:r>
      <w:r w:rsidR="00BE6A64" w:rsidRPr="0068381E">
        <w:rPr>
          <w:rFonts w:ascii="Arial" w:hAnsi="Arial" w:cs="Arial"/>
          <w:sz w:val="22"/>
          <w:szCs w:val="22"/>
        </w:rPr>
        <w:t>.</w:t>
      </w:r>
    </w:p>
    <w:p w14:paraId="08F08F6F" w14:textId="77777777" w:rsidR="009D60C7" w:rsidRPr="003C6BFC" w:rsidRDefault="009D60C7" w:rsidP="009D60C7">
      <w:pPr>
        <w:pStyle w:val="Tekstpodstawowy3"/>
        <w:rPr>
          <w:rFonts w:ascii="Arial" w:hAnsi="Arial" w:cs="Arial"/>
          <w:sz w:val="22"/>
          <w:szCs w:val="22"/>
        </w:rPr>
      </w:pPr>
      <w:r w:rsidRPr="003C6BFC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</w:t>
      </w:r>
      <w:r w:rsidR="00F969C6">
        <w:rPr>
          <w:rFonts w:ascii="Arial" w:hAnsi="Arial" w:cs="Arial"/>
          <w:sz w:val="22"/>
          <w:szCs w:val="22"/>
        </w:rPr>
        <w:br/>
      </w:r>
      <w:r w:rsidRPr="003C6BFC">
        <w:rPr>
          <w:rFonts w:ascii="Arial" w:hAnsi="Arial" w:cs="Arial"/>
          <w:sz w:val="22"/>
          <w:szCs w:val="22"/>
        </w:rPr>
        <w:t xml:space="preserve">zażalenia wobec okręgowego inspektora pracy, który wydał postanowienie. Z dniem doręczenia </w:t>
      </w:r>
      <w:r w:rsidR="00EF74DB" w:rsidRPr="003C6BFC">
        <w:rPr>
          <w:rFonts w:ascii="Arial" w:hAnsi="Arial" w:cs="Arial"/>
          <w:sz w:val="22"/>
          <w:szCs w:val="22"/>
        </w:rPr>
        <w:t xml:space="preserve">oświadczenia o zrzeczeniu się </w:t>
      </w:r>
      <w:r w:rsidRPr="003C6BFC">
        <w:rPr>
          <w:rFonts w:ascii="Arial" w:hAnsi="Arial" w:cs="Arial"/>
          <w:sz w:val="22"/>
          <w:szCs w:val="22"/>
        </w:rPr>
        <w:t>prawa do wniesienia</w:t>
      </w:r>
      <w:r w:rsidR="007235FF" w:rsidRPr="007235FF">
        <w:rPr>
          <w:rFonts w:ascii="Arial" w:hAnsi="Arial" w:cs="Arial"/>
          <w:sz w:val="22"/>
          <w:szCs w:val="22"/>
        </w:rPr>
        <w:t xml:space="preserve"> zażalenia</w:t>
      </w:r>
      <w:r w:rsidR="007235FF">
        <w:rPr>
          <w:rFonts w:ascii="Arial" w:hAnsi="Arial" w:cs="Arial"/>
          <w:szCs w:val="22"/>
        </w:rPr>
        <w:t xml:space="preserve"> </w:t>
      </w:r>
      <w:r w:rsidRPr="003C6BFC">
        <w:rPr>
          <w:rFonts w:ascii="Arial" w:hAnsi="Arial" w:cs="Arial"/>
          <w:sz w:val="22"/>
          <w:szCs w:val="22"/>
        </w:rPr>
        <w:t xml:space="preserve"> postanowienie sta</w:t>
      </w:r>
      <w:r w:rsidR="00CA1EEF" w:rsidRPr="003C6BFC">
        <w:rPr>
          <w:rFonts w:ascii="Arial" w:hAnsi="Arial" w:cs="Arial"/>
          <w:sz w:val="22"/>
          <w:szCs w:val="22"/>
        </w:rPr>
        <w:t xml:space="preserve">je się ostateczne </w:t>
      </w:r>
      <w:r w:rsidR="00F969C6">
        <w:rPr>
          <w:rFonts w:ascii="Arial" w:hAnsi="Arial" w:cs="Arial"/>
          <w:sz w:val="22"/>
          <w:szCs w:val="22"/>
        </w:rPr>
        <w:br/>
      </w:r>
      <w:r w:rsidR="00CA1EEF" w:rsidRPr="003C6BFC">
        <w:rPr>
          <w:rFonts w:ascii="Arial" w:hAnsi="Arial" w:cs="Arial"/>
          <w:sz w:val="22"/>
          <w:szCs w:val="22"/>
        </w:rPr>
        <w:t>i prawomocne (</w:t>
      </w:r>
      <w:r w:rsidRPr="003C6BFC">
        <w:rPr>
          <w:rFonts w:ascii="Arial" w:hAnsi="Arial" w:cs="Arial"/>
          <w:sz w:val="22"/>
          <w:szCs w:val="22"/>
        </w:rPr>
        <w:t>art. 127a Kodeksu postępowania administracyjnego</w:t>
      </w:r>
      <w:r w:rsidR="00CA1EEF" w:rsidRPr="003C6BFC">
        <w:rPr>
          <w:rFonts w:ascii="Arial" w:hAnsi="Arial" w:cs="Arial"/>
          <w:sz w:val="22"/>
          <w:szCs w:val="22"/>
        </w:rPr>
        <w:t>)</w:t>
      </w:r>
      <w:r w:rsidRPr="003C6BFC">
        <w:rPr>
          <w:rFonts w:ascii="Arial" w:hAnsi="Arial" w:cs="Arial"/>
          <w:sz w:val="22"/>
          <w:szCs w:val="22"/>
        </w:rPr>
        <w:t xml:space="preserve">. </w:t>
      </w:r>
    </w:p>
    <w:p w14:paraId="08F08F70" w14:textId="77777777" w:rsidR="00BE6A64" w:rsidRPr="00565AAB" w:rsidRDefault="00BE6A64" w:rsidP="008D165D">
      <w:pPr>
        <w:pStyle w:val="Tekstpodstawowy3"/>
        <w:suppressAutoHyphens/>
        <w:rPr>
          <w:rFonts w:ascii="Arial" w:hAnsi="Arial" w:cs="Arial"/>
          <w:sz w:val="22"/>
          <w:szCs w:val="22"/>
        </w:rPr>
      </w:pPr>
    </w:p>
    <w:p w14:paraId="08F08F71" w14:textId="77777777"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14:paraId="08F08F72" w14:textId="77777777"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Cs w:val="22"/>
        </w:rPr>
      </w:pPr>
    </w:p>
    <w:p w14:paraId="08F08F73" w14:textId="77777777"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Cs w:val="22"/>
        </w:rPr>
      </w:pPr>
    </w:p>
    <w:p w14:paraId="08F08F74" w14:textId="77777777" w:rsidR="008D165D" w:rsidRPr="00565AAB" w:rsidRDefault="008D165D" w:rsidP="008D165D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14:paraId="08F08F75" w14:textId="77777777" w:rsidR="008D165D" w:rsidRPr="00565AAB" w:rsidRDefault="008D165D" w:rsidP="008D165D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565AAB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08F08F76" w14:textId="77777777" w:rsidR="0012401B" w:rsidRPr="00565AAB" w:rsidRDefault="0012401B" w:rsidP="0012401B">
      <w:pPr>
        <w:keepNext/>
        <w:rPr>
          <w:rFonts w:ascii="Arial" w:hAnsi="Arial" w:cs="Arial"/>
          <w:sz w:val="16"/>
          <w:szCs w:val="16"/>
        </w:rPr>
      </w:pPr>
      <w:r w:rsidRPr="00565AAB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565AAB">
        <w:rPr>
          <w:rFonts w:ascii="Arial" w:hAnsi="Arial" w:cs="Arial"/>
          <w:sz w:val="16"/>
          <w:szCs w:val="16"/>
        </w:rPr>
        <w:t>- niepotrzebne skreślić</w:t>
      </w:r>
    </w:p>
    <w:sectPr w:rsidR="0012401B" w:rsidRPr="00565AAB">
      <w:headerReference w:type="even" r:id="rId8"/>
      <w:footerReference w:type="even" r:id="rId9"/>
      <w:footerReference w:type="default" r:id="rId10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1ED85" w14:textId="77777777" w:rsidR="00CE5271" w:rsidRDefault="00CE5271">
      <w:r>
        <w:separator/>
      </w:r>
    </w:p>
  </w:endnote>
  <w:endnote w:type="continuationSeparator" w:id="0">
    <w:p w14:paraId="4269321A" w14:textId="77777777" w:rsidR="00CE5271" w:rsidRDefault="00CE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8F7E" w14:textId="77777777" w:rsidR="00BE6A64" w:rsidRDefault="00BE6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F08F7F" w14:textId="77777777" w:rsidR="00BE6A64" w:rsidRDefault="00BE6A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8F80" w14:textId="155BAADD" w:rsidR="00BE6A64" w:rsidRPr="00172C9A" w:rsidRDefault="00794FCC">
    <w:pPr>
      <w:pStyle w:val="Stopka"/>
      <w:ind w:right="360"/>
      <w:rPr>
        <w:i/>
        <w:sz w:val="16"/>
        <w:szCs w:val="16"/>
      </w:rPr>
    </w:pPr>
    <w:r w:rsidRPr="00172C9A">
      <w:rPr>
        <w:rFonts w:ascii="Arial" w:hAnsi="Arial"/>
        <w:i/>
        <w:sz w:val="16"/>
        <w:szCs w:val="16"/>
      </w:rPr>
      <w:t>03.1</w:t>
    </w:r>
    <w:r w:rsidR="00406C11">
      <w:rPr>
        <w:rFonts w:ascii="Arial" w:hAnsi="Arial"/>
        <w:i/>
        <w:sz w:val="16"/>
        <w:szCs w:val="16"/>
      </w:rPr>
      <w:t>9</w:t>
    </w:r>
    <w:r w:rsidRPr="00172C9A">
      <w:rPr>
        <w:rFonts w:ascii="Arial" w:hAnsi="Arial"/>
        <w:i/>
        <w:sz w:val="16"/>
        <w:szCs w:val="16"/>
      </w:rPr>
      <w:t xml:space="preserve"> </w:t>
    </w:r>
    <w:r w:rsidR="007A0810">
      <w:rPr>
        <w:rFonts w:ascii="Arial" w:hAnsi="Arial"/>
        <w:i/>
        <w:sz w:val="16"/>
        <w:szCs w:val="16"/>
      </w:rPr>
      <w:t>–</w:t>
    </w:r>
    <w:r w:rsidRPr="00172C9A">
      <w:rPr>
        <w:rFonts w:ascii="Arial" w:hAnsi="Arial"/>
        <w:i/>
        <w:sz w:val="16"/>
        <w:szCs w:val="16"/>
      </w:rPr>
      <w:t xml:space="preserve"> Postanowienie </w:t>
    </w:r>
    <w:r w:rsidR="00AA71AC" w:rsidRPr="00172C9A">
      <w:rPr>
        <w:rFonts w:ascii="Arial" w:hAnsi="Arial"/>
        <w:i/>
        <w:sz w:val="16"/>
        <w:szCs w:val="16"/>
      </w:rPr>
      <w:t xml:space="preserve">okręgowego inspektora pracy </w:t>
    </w:r>
    <w:r w:rsidRPr="00172C9A">
      <w:rPr>
        <w:rFonts w:ascii="Arial" w:hAnsi="Arial"/>
        <w:i/>
        <w:sz w:val="16"/>
        <w:szCs w:val="16"/>
      </w:rPr>
      <w:t>odmawiające</w:t>
    </w:r>
    <w:r w:rsidR="00BE6A64" w:rsidRPr="00172C9A">
      <w:rPr>
        <w:rFonts w:ascii="Arial" w:hAnsi="Arial"/>
        <w:i/>
        <w:sz w:val="16"/>
        <w:szCs w:val="16"/>
      </w:rPr>
      <w:t xml:space="preserve"> wznowienia postępowania administracyjnego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D1010" w14:textId="77777777" w:rsidR="00CE5271" w:rsidRDefault="00CE5271">
      <w:r>
        <w:separator/>
      </w:r>
    </w:p>
  </w:footnote>
  <w:footnote w:type="continuationSeparator" w:id="0">
    <w:p w14:paraId="256AF8A6" w14:textId="77777777" w:rsidR="00CE5271" w:rsidRDefault="00CE5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8F7B" w14:textId="77777777" w:rsidR="00BE6A64" w:rsidRDefault="00BE6A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F08F7C" w14:textId="77777777" w:rsidR="00BE6A64" w:rsidRDefault="00BE6A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EAB84468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D758E85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5E6358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FB1AA59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F2E84468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B02273B0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B6A8BDB6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A08E04EA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8064BBE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5DE0CEB2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101097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460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430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3A63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8221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F8C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5C8D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BC66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2A2C2F9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E148C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7C55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828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9457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7608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A8E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8B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60A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4774834">
    <w:abstractNumId w:val="1"/>
  </w:num>
  <w:num w:numId="2" w16cid:durableId="214776261">
    <w:abstractNumId w:val="4"/>
  </w:num>
  <w:num w:numId="3" w16cid:durableId="1747610827">
    <w:abstractNumId w:val="8"/>
  </w:num>
  <w:num w:numId="4" w16cid:durableId="1206865450">
    <w:abstractNumId w:val="5"/>
  </w:num>
  <w:num w:numId="5" w16cid:durableId="1763378421">
    <w:abstractNumId w:val="0"/>
  </w:num>
  <w:num w:numId="6" w16cid:durableId="1614051933">
    <w:abstractNumId w:val="2"/>
  </w:num>
  <w:num w:numId="7" w16cid:durableId="567033967">
    <w:abstractNumId w:val="3"/>
  </w:num>
  <w:num w:numId="8" w16cid:durableId="595751988">
    <w:abstractNumId w:val="7"/>
  </w:num>
  <w:num w:numId="9" w16cid:durableId="14432590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259"/>
    <w:rsid w:val="000604A8"/>
    <w:rsid w:val="0012401B"/>
    <w:rsid w:val="00172C9A"/>
    <w:rsid w:val="001E1197"/>
    <w:rsid w:val="001F4548"/>
    <w:rsid w:val="00203250"/>
    <w:rsid w:val="002373D7"/>
    <w:rsid w:val="00244530"/>
    <w:rsid w:val="00267281"/>
    <w:rsid w:val="00297E29"/>
    <w:rsid w:val="003033C0"/>
    <w:rsid w:val="003501BF"/>
    <w:rsid w:val="00373263"/>
    <w:rsid w:val="003C6BFC"/>
    <w:rsid w:val="003C72B5"/>
    <w:rsid w:val="00406C11"/>
    <w:rsid w:val="00431C74"/>
    <w:rsid w:val="00565AAB"/>
    <w:rsid w:val="00566C45"/>
    <w:rsid w:val="0068381E"/>
    <w:rsid w:val="007235FF"/>
    <w:rsid w:val="00793647"/>
    <w:rsid w:val="00794FCC"/>
    <w:rsid w:val="007A0810"/>
    <w:rsid w:val="008416A4"/>
    <w:rsid w:val="00843CB1"/>
    <w:rsid w:val="008770B2"/>
    <w:rsid w:val="008D165D"/>
    <w:rsid w:val="008D36EC"/>
    <w:rsid w:val="008F5259"/>
    <w:rsid w:val="00972BA1"/>
    <w:rsid w:val="00992CFF"/>
    <w:rsid w:val="0099565C"/>
    <w:rsid w:val="009D60C7"/>
    <w:rsid w:val="009F1584"/>
    <w:rsid w:val="00A47C2D"/>
    <w:rsid w:val="00AA71AC"/>
    <w:rsid w:val="00AE1B03"/>
    <w:rsid w:val="00AF6416"/>
    <w:rsid w:val="00B7048D"/>
    <w:rsid w:val="00BD3433"/>
    <w:rsid w:val="00BE6A64"/>
    <w:rsid w:val="00C65622"/>
    <w:rsid w:val="00CA1EEF"/>
    <w:rsid w:val="00CE5271"/>
    <w:rsid w:val="00D16872"/>
    <w:rsid w:val="00D871D5"/>
    <w:rsid w:val="00DD6343"/>
    <w:rsid w:val="00E21B16"/>
    <w:rsid w:val="00E33998"/>
    <w:rsid w:val="00E46A16"/>
    <w:rsid w:val="00E65239"/>
    <w:rsid w:val="00EF74DB"/>
    <w:rsid w:val="00F21EB4"/>
    <w:rsid w:val="00F27F7F"/>
    <w:rsid w:val="00F33A87"/>
    <w:rsid w:val="00F4176F"/>
    <w:rsid w:val="00F54939"/>
    <w:rsid w:val="00F76669"/>
    <w:rsid w:val="00F969C6"/>
    <w:rsid w:val="00F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08F50"/>
  <w15:docId w15:val="{92A8FC30-979E-467E-950D-BC30F6D0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rsid w:val="008D36E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D36E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6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FDC5-8E8E-4898-80CE-79B345A60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65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19</cp:revision>
  <cp:lastPrinted>2010-12-30T08:49:00Z</cp:lastPrinted>
  <dcterms:created xsi:type="dcterms:W3CDTF">2017-05-10T11:26:00Z</dcterms:created>
  <dcterms:modified xsi:type="dcterms:W3CDTF">2023-09-27T08:35:00Z</dcterms:modified>
</cp:coreProperties>
</file>